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08338B">
        <w:trPr>
          <w:trHeight w:val="1848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56AF" w:rsidRDefault="004711C5" w:rsidP="00F5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B2636"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просп. Советских космонавтов, </w:t>
            </w:r>
          </w:p>
          <w:p w:rsidR="008035C7" w:rsidRDefault="008B2636" w:rsidP="00F5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просп. Новгородский, ул. Карла Либкнехта, ул. </w:t>
            </w:r>
            <w:proofErr w:type="gramStart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Поморская</w:t>
            </w:r>
            <w:proofErr w:type="gramEnd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F9739F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2F8" w:rsidRDefault="00A054D8" w:rsidP="000833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54D8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</w:t>
      </w:r>
      <w:r w:rsidR="0008338B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8B2636" w:rsidRPr="008B2636">
        <w:rPr>
          <w:rFonts w:ascii="Times New Roman" w:hAnsi="Times New Roman"/>
          <w:b/>
          <w:sz w:val="28"/>
          <w:szCs w:val="28"/>
        </w:rPr>
        <w:t>в границах части эл</w:t>
      </w:r>
      <w:r w:rsidR="0008338B">
        <w:rPr>
          <w:rFonts w:ascii="Times New Roman" w:hAnsi="Times New Roman"/>
          <w:b/>
          <w:sz w:val="28"/>
          <w:szCs w:val="28"/>
        </w:rPr>
        <w:t>емента планировочной структуры:</w:t>
      </w:r>
      <w:r w:rsidR="0008338B">
        <w:rPr>
          <w:rFonts w:ascii="Times New Roman" w:hAnsi="Times New Roman"/>
          <w:b/>
          <w:sz w:val="28"/>
          <w:szCs w:val="28"/>
        </w:rPr>
        <w:br/>
      </w:r>
      <w:r w:rsidR="008B2636" w:rsidRPr="008B2636">
        <w:rPr>
          <w:rFonts w:ascii="Times New Roman" w:hAnsi="Times New Roman"/>
          <w:b/>
          <w:sz w:val="28"/>
          <w:szCs w:val="28"/>
        </w:rPr>
        <w:t>просп. Советских космонавтов, просп. Новгородский, ул. Карла Либкнехта, ул. Поморская</w:t>
      </w:r>
      <w:r w:rsidRPr="00A054D8">
        <w:rPr>
          <w:rFonts w:ascii="Times New Roman" w:hAnsi="Times New Roman"/>
          <w:b/>
          <w:sz w:val="28"/>
          <w:szCs w:val="28"/>
        </w:rPr>
        <w:t xml:space="preserve">, </w:t>
      </w:r>
      <w:proofErr w:type="gramEnd"/>
    </w:p>
    <w:p w:rsidR="00A054D8" w:rsidRDefault="00A054D8" w:rsidP="000833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54D8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Pr="00A054D8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E408CA" w:rsidRPr="00A054D8" w:rsidRDefault="00B215F7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8B2636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83 &lt;*&gt;</w:t>
            </w:r>
          </w:p>
        </w:tc>
        <w:tc>
          <w:tcPr>
            <w:tcW w:w="2560" w:type="dxa"/>
            <w:shd w:val="clear" w:color="auto" w:fill="auto"/>
          </w:tcPr>
          <w:p w:rsidR="00E408CA" w:rsidRPr="00247A82" w:rsidRDefault="008B2636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29:22:050501:65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8B2636" w:rsidP="008B2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636">
              <w:rPr>
                <w:rFonts w:ascii="Times New Roman" w:hAnsi="Times New Roman"/>
                <w:sz w:val="24"/>
                <w:szCs w:val="24"/>
              </w:rPr>
              <w:t xml:space="preserve">Объект снесен и расселен в рамках адресной программы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</w:t>
            </w:r>
            <w:r w:rsidR="00F9739F">
              <w:rPr>
                <w:rFonts w:ascii="Times New Roman" w:hAnsi="Times New Roman"/>
                <w:sz w:val="24"/>
                <w:szCs w:val="24"/>
              </w:rPr>
              <w:br/>
            </w:r>
            <w:r w:rsidRPr="008B2636">
              <w:rPr>
                <w:rFonts w:ascii="Times New Roman" w:hAnsi="Times New Roman"/>
                <w:sz w:val="24"/>
                <w:szCs w:val="24"/>
              </w:rPr>
              <w:t>от 23 апреля 2013 года № 173-пп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B215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8B2636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ул. Поморская, д. 63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29:22:050501:55</w:t>
            </w:r>
          </w:p>
        </w:tc>
        <w:tc>
          <w:tcPr>
            <w:tcW w:w="2120" w:type="dxa"/>
            <w:shd w:val="clear" w:color="auto" w:fill="auto"/>
          </w:tcPr>
          <w:p w:rsidR="00A35EE5" w:rsidRDefault="007557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E658B5" w:rsidP="009D0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D0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7557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232,67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0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B215F7" w:rsidRPr="00A054D8" w:rsidTr="00AB435A">
        <w:tc>
          <w:tcPr>
            <w:tcW w:w="567" w:type="dxa"/>
            <w:shd w:val="clear" w:color="auto" w:fill="auto"/>
          </w:tcPr>
          <w:p w:rsidR="00B215F7" w:rsidRDefault="00B215F7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B215F7" w:rsidRPr="008B2636" w:rsidRDefault="00B215F7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15F7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81</w:t>
            </w:r>
          </w:p>
        </w:tc>
        <w:tc>
          <w:tcPr>
            <w:tcW w:w="2560" w:type="dxa"/>
            <w:shd w:val="clear" w:color="auto" w:fill="auto"/>
          </w:tcPr>
          <w:p w:rsidR="00B215F7" w:rsidRPr="008B2636" w:rsidRDefault="00B215F7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5F7">
              <w:rPr>
                <w:rFonts w:ascii="Times New Roman" w:hAnsi="Times New Roman" w:cs="Times New Roman"/>
                <w:sz w:val="24"/>
                <w:szCs w:val="24"/>
              </w:rPr>
              <w:t>29:22:050501:64</w:t>
            </w:r>
          </w:p>
        </w:tc>
        <w:tc>
          <w:tcPr>
            <w:tcW w:w="2120" w:type="dxa"/>
            <w:shd w:val="clear" w:color="auto" w:fill="auto"/>
          </w:tcPr>
          <w:p w:rsidR="00B215F7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174,80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215F7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174,80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B215F7" w:rsidRDefault="00CA32C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215F7" w:rsidRPr="00A054D8" w:rsidRDefault="00CA32C7" w:rsidP="0008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AB435A">
        <w:tc>
          <w:tcPr>
            <w:tcW w:w="14601" w:type="dxa"/>
            <w:gridSpan w:val="10"/>
            <w:shd w:val="clear" w:color="auto" w:fill="auto"/>
          </w:tcPr>
          <w:p w:rsidR="00DF05AB" w:rsidRPr="00A054D8" w:rsidRDefault="008B2636" w:rsidP="00563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2013 года, Приложения № 1 к адресной программе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от 23 апреля 2013 года № 173-пп (с изменениями).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Линейные объекты коммунальной, транспортной инфраструктур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131 квартала микрорайона "В"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29:22:000000:8200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Магистральная сеть водопровода по пр. Советских космонавтов </w:t>
            </w:r>
            <w:r w:rsidR="00AA40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(от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оморской</w:t>
            </w:r>
            <w:proofErr w:type="gramEnd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 до дома № 83 по просп. Советских космонавтов)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29:22:000000:8721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Кабельная линия 10 </w:t>
            </w:r>
            <w:proofErr w:type="spellStart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B2636">
              <w:rPr>
                <w:rFonts w:ascii="Times New Roman" w:hAnsi="Times New Roman" w:cs="Times New Roman"/>
                <w:sz w:val="24"/>
                <w:szCs w:val="24"/>
              </w:rPr>
              <w:t xml:space="preserve"> сетевой РП до ТП</w:t>
            </w:r>
            <w:bookmarkStart w:id="0" w:name="_GoBack"/>
            <w:bookmarkEnd w:id="0"/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29:22:000000:7912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131 квартала микрорайона "В"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8B2636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6FC">
              <w:rPr>
                <w:rFonts w:ascii="Times New Roman" w:hAnsi="Times New Roman" w:cs="Times New Roman"/>
                <w:sz w:val="24"/>
                <w:szCs w:val="24"/>
              </w:rPr>
              <w:t>29:22:050501:280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8B2636" w:rsidP="00F97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8B2636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636">
              <w:rPr>
                <w:rFonts w:ascii="Times New Roman" w:hAnsi="Times New Roman" w:cs="Times New Roman"/>
                <w:sz w:val="24"/>
                <w:szCs w:val="24"/>
              </w:rPr>
              <w:t>29:22:000000:1713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0833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4A9" w:rsidRDefault="005C54A9" w:rsidP="00862409">
      <w:pPr>
        <w:spacing w:after="0" w:line="240" w:lineRule="auto"/>
      </w:pPr>
      <w:r>
        <w:separator/>
      </w:r>
    </w:p>
  </w:endnote>
  <w:endnote w:type="continuationSeparator" w:id="0">
    <w:p w:rsidR="005C54A9" w:rsidRDefault="005C54A9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4A9" w:rsidRDefault="005C54A9" w:rsidP="00862409">
      <w:pPr>
        <w:spacing w:after="0" w:line="240" w:lineRule="auto"/>
      </w:pPr>
      <w:r>
        <w:separator/>
      </w:r>
    </w:p>
  </w:footnote>
  <w:footnote w:type="continuationSeparator" w:id="0">
    <w:p w:rsidR="005C54A9" w:rsidRDefault="005C54A9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9739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8338B"/>
    <w:rsid w:val="000C3883"/>
    <w:rsid w:val="00121481"/>
    <w:rsid w:val="00235F66"/>
    <w:rsid w:val="002763B2"/>
    <w:rsid w:val="0036475F"/>
    <w:rsid w:val="00470E7A"/>
    <w:rsid w:val="004711C5"/>
    <w:rsid w:val="00500984"/>
    <w:rsid w:val="00530D77"/>
    <w:rsid w:val="00531993"/>
    <w:rsid w:val="00554AC8"/>
    <w:rsid w:val="005635E8"/>
    <w:rsid w:val="005678B0"/>
    <w:rsid w:val="005C54A9"/>
    <w:rsid w:val="00620A9D"/>
    <w:rsid w:val="00637CBC"/>
    <w:rsid w:val="006811F1"/>
    <w:rsid w:val="0069380B"/>
    <w:rsid w:val="006E160D"/>
    <w:rsid w:val="00703368"/>
    <w:rsid w:val="007116FC"/>
    <w:rsid w:val="007557D8"/>
    <w:rsid w:val="00761D73"/>
    <w:rsid w:val="007662F8"/>
    <w:rsid w:val="00775682"/>
    <w:rsid w:val="007A57FC"/>
    <w:rsid w:val="008035C7"/>
    <w:rsid w:val="00820AC1"/>
    <w:rsid w:val="00862409"/>
    <w:rsid w:val="00894356"/>
    <w:rsid w:val="0089509A"/>
    <w:rsid w:val="008B2636"/>
    <w:rsid w:val="008C5CFF"/>
    <w:rsid w:val="008E01CF"/>
    <w:rsid w:val="00913D21"/>
    <w:rsid w:val="009D0602"/>
    <w:rsid w:val="009D2374"/>
    <w:rsid w:val="00A054D8"/>
    <w:rsid w:val="00A35EE5"/>
    <w:rsid w:val="00A477A3"/>
    <w:rsid w:val="00AA40D1"/>
    <w:rsid w:val="00AB435A"/>
    <w:rsid w:val="00AB627E"/>
    <w:rsid w:val="00AC5E57"/>
    <w:rsid w:val="00AE66C1"/>
    <w:rsid w:val="00B215F7"/>
    <w:rsid w:val="00B42925"/>
    <w:rsid w:val="00BC1DCD"/>
    <w:rsid w:val="00C203EC"/>
    <w:rsid w:val="00C254FA"/>
    <w:rsid w:val="00C47E97"/>
    <w:rsid w:val="00C879F8"/>
    <w:rsid w:val="00CA32C7"/>
    <w:rsid w:val="00D32F4F"/>
    <w:rsid w:val="00D914D5"/>
    <w:rsid w:val="00DF05AB"/>
    <w:rsid w:val="00E3419F"/>
    <w:rsid w:val="00E408CA"/>
    <w:rsid w:val="00E41BB2"/>
    <w:rsid w:val="00E50E57"/>
    <w:rsid w:val="00E658B5"/>
    <w:rsid w:val="00EC28D7"/>
    <w:rsid w:val="00EC5415"/>
    <w:rsid w:val="00F556AF"/>
    <w:rsid w:val="00F9739F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2024-06-15T13:03:00Z</cp:lastPrinted>
  <dcterms:created xsi:type="dcterms:W3CDTF">2024-08-06T10:51:00Z</dcterms:created>
  <dcterms:modified xsi:type="dcterms:W3CDTF">2024-08-07T07:04:00Z</dcterms:modified>
</cp:coreProperties>
</file>